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1B" w:rsidRPr="00403034" w:rsidRDefault="00BB611B" w:rsidP="00F75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03034">
        <w:rPr>
          <w:rFonts w:ascii="Times New Roman" w:hAnsi="Times New Roman"/>
          <w:sz w:val="24"/>
          <w:szCs w:val="24"/>
          <w:lang w:val="sr-Cyrl-CS"/>
        </w:rPr>
        <w:t>На основу члана 45. и 48а. Закона о култури („Службени гласник РС“, број 72/09, 13/16 и 30/16-испр.), члана 32. став 1. тачка 9. и члана 66. став 3. Закона о локалној самоуправи („Слу</w:t>
      </w:r>
      <w:r>
        <w:rPr>
          <w:rFonts w:ascii="Times New Roman" w:hAnsi="Times New Roman"/>
          <w:sz w:val="24"/>
          <w:szCs w:val="24"/>
          <w:lang w:val="sr-Cyrl-CS"/>
        </w:rPr>
        <w:t>жбени гласник РС“, број 129/07</w:t>
      </w:r>
      <w:r>
        <w:rPr>
          <w:rFonts w:ascii="Times New Roman" w:hAnsi="Times New Roman"/>
          <w:sz w:val="24"/>
          <w:szCs w:val="24"/>
        </w:rPr>
        <w:t>,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 83/14-др.закон</w:t>
      </w:r>
      <w:r>
        <w:rPr>
          <w:rFonts w:ascii="Times New Roman" w:hAnsi="Times New Roman"/>
          <w:sz w:val="24"/>
          <w:szCs w:val="24"/>
        </w:rPr>
        <w:t>, 101/2016-др.закон и 47/2018</w:t>
      </w:r>
      <w:r w:rsidRPr="00403034">
        <w:rPr>
          <w:rFonts w:ascii="Times New Roman" w:hAnsi="Times New Roman"/>
          <w:sz w:val="24"/>
          <w:szCs w:val="24"/>
          <w:lang w:val="sr-Cyrl-CS"/>
        </w:rPr>
        <w:t>), члана 11. и 9а. Одлуке о оснивању Јавне установе-Народни универзитет  у Врању („Службени гласник града Врања“, број 23/11-пре</w:t>
      </w:r>
      <w:r>
        <w:rPr>
          <w:rFonts w:ascii="Times New Roman" w:hAnsi="Times New Roman"/>
          <w:sz w:val="24"/>
          <w:szCs w:val="24"/>
          <w:lang w:val="sr-Cyrl-CS"/>
        </w:rPr>
        <w:t>чишћен текст и 35/16) и члана 33. став 1. тачка 15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. Статута града Врања („Службени гласник града Врања“, број </w:t>
      </w:r>
      <w:r>
        <w:rPr>
          <w:rFonts w:ascii="Times New Roman" w:hAnsi="Times New Roman"/>
          <w:sz w:val="24"/>
          <w:szCs w:val="24"/>
          <w:lang w:val="sr-Cyrl-CS"/>
        </w:rPr>
        <w:t>37/18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), Скупштина града Врања, на седници одржаној </w:t>
      </w:r>
      <w:r>
        <w:rPr>
          <w:rFonts w:ascii="Times New Roman" w:hAnsi="Times New Roman"/>
          <w:sz w:val="24"/>
          <w:szCs w:val="24"/>
        </w:rPr>
        <w:t>11.03.2019.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 године, донела је </w:t>
      </w:r>
    </w:p>
    <w:p w:rsidR="00BB611B" w:rsidRPr="000F1823" w:rsidRDefault="00BB611B" w:rsidP="00F75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11B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611B" w:rsidRPr="00403034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03034">
        <w:rPr>
          <w:rFonts w:ascii="Times New Roman" w:hAnsi="Times New Roman"/>
          <w:b/>
          <w:sz w:val="24"/>
          <w:szCs w:val="24"/>
          <w:lang w:val="sr-Cyrl-CS"/>
        </w:rPr>
        <w:t xml:space="preserve">Р Е  Ш Е Њ Е </w:t>
      </w:r>
    </w:p>
    <w:p w:rsidR="00BB611B" w:rsidRPr="000230FA" w:rsidRDefault="00BB611B" w:rsidP="000230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3B4B">
        <w:rPr>
          <w:rFonts w:ascii="Times New Roman" w:hAnsi="Times New Roman"/>
          <w:b/>
          <w:color w:val="000000"/>
          <w:sz w:val="24"/>
          <w:szCs w:val="24"/>
          <w:lang w:val="sr-Cyrl-CS"/>
        </w:rPr>
        <w:t>О ПРЕСТАНКУ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ПРЕДСЕДНИКА</w:t>
      </w:r>
      <w:r w:rsidRPr="004030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BB611B" w:rsidRPr="00403034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03034">
        <w:rPr>
          <w:rFonts w:ascii="Times New Roman" w:hAnsi="Times New Roman"/>
          <w:b/>
          <w:sz w:val="24"/>
          <w:szCs w:val="24"/>
          <w:lang w:val="sr-Cyrl-CS"/>
        </w:rPr>
        <w:t>НАДЗОРНОГ ОДБОРА ЈАВНЕ УСТАНОВЕ – НАРОДНИ УНИВЕРЗИТЕТ У ВРАЊУ</w:t>
      </w:r>
    </w:p>
    <w:p w:rsidR="00BB611B" w:rsidRPr="00403034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B611B" w:rsidRDefault="00BB611B" w:rsidP="00F75C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1.</w:t>
      </w:r>
    </w:p>
    <w:p w:rsidR="00BB611B" w:rsidRPr="003F0062" w:rsidRDefault="00BB611B" w:rsidP="00F75C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611B" w:rsidRPr="000F6EF8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823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Добрију Спасићу</w:t>
      </w:r>
      <w:r w:rsidRPr="000F182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дипл.правнику</w:t>
      </w:r>
      <w:r w:rsidRPr="000F1823">
        <w:rPr>
          <w:rFonts w:ascii="Times New Roman" w:hAnsi="Times New Roman"/>
          <w:sz w:val="24"/>
          <w:szCs w:val="24"/>
          <w:lang w:val="sr-Cyrl-CS"/>
        </w:rPr>
        <w:t xml:space="preserve"> из Врања, </w:t>
      </w:r>
      <w:r>
        <w:rPr>
          <w:rFonts w:ascii="Times New Roman" w:hAnsi="Times New Roman"/>
          <w:sz w:val="24"/>
          <w:szCs w:val="24"/>
          <w:lang w:val="sr-Cyrl-CS"/>
        </w:rPr>
        <w:t xml:space="preserve">ул. Цара Душана 43, </w:t>
      </w:r>
      <w:r w:rsidRPr="000F1823">
        <w:rPr>
          <w:rFonts w:ascii="Times New Roman" w:hAnsi="Times New Roman"/>
          <w:sz w:val="24"/>
          <w:szCs w:val="24"/>
          <w:lang w:val="sr-Cyrl-CS"/>
        </w:rPr>
        <w:t>представник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0F1823">
        <w:rPr>
          <w:rFonts w:ascii="Times New Roman" w:hAnsi="Times New Roman"/>
          <w:sz w:val="24"/>
          <w:szCs w:val="24"/>
          <w:lang w:val="sr-Cyrl-CS"/>
        </w:rPr>
        <w:t xml:space="preserve"> Оснивача,</w:t>
      </w:r>
      <w:r w:rsidRPr="000F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престаје дужност</w:t>
      </w:r>
      <w:r w:rsidRPr="000F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председника </w:t>
      </w:r>
      <w:r w:rsidRPr="000F1823">
        <w:rPr>
          <w:rFonts w:ascii="Times New Roman" w:hAnsi="Times New Roman"/>
          <w:sz w:val="24"/>
          <w:szCs w:val="24"/>
        </w:rPr>
        <w:t>Надзорног одбора Јавне установе – Народни универзитет у Врању, пре ист</w:t>
      </w:r>
      <w:r>
        <w:rPr>
          <w:rFonts w:ascii="Times New Roman" w:hAnsi="Times New Roman"/>
          <w:sz w:val="24"/>
          <w:szCs w:val="24"/>
        </w:rPr>
        <w:t>ека времена на које је именован, услед наступања смрти.</w:t>
      </w:r>
    </w:p>
    <w:p w:rsidR="00BB611B" w:rsidRPr="000F1823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Члан 2.</w:t>
      </w:r>
    </w:p>
    <w:p w:rsidR="00BB611B" w:rsidRPr="003F0062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Pr="000F1823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823">
        <w:rPr>
          <w:rFonts w:ascii="Times New Roman" w:hAnsi="Times New Roman"/>
          <w:sz w:val="24"/>
          <w:szCs w:val="24"/>
          <w:lang w:val="sr-Cyrl-CS"/>
        </w:rPr>
        <w:tab/>
        <w:t>Решење  ступа на снагу даном доношења.</w:t>
      </w:r>
    </w:p>
    <w:p w:rsidR="00BB611B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Pr="003F0062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Члан 3.</w:t>
      </w:r>
    </w:p>
    <w:p w:rsidR="00BB611B" w:rsidRPr="003F0062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 w:rsidRPr="000F1823">
        <w:rPr>
          <w:rFonts w:ascii="Times New Roman" w:hAnsi="Times New Roman"/>
          <w:sz w:val="24"/>
          <w:szCs w:val="24"/>
          <w:lang w:val="sr-Cyrl-CS"/>
        </w:rPr>
        <w:t>Решење  објавити у „Службеном гласнику  града Врања“.</w:t>
      </w:r>
    </w:p>
    <w:p w:rsidR="00BB611B" w:rsidRPr="00CA7048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611B" w:rsidRPr="000F1823" w:rsidRDefault="00BB611B" w:rsidP="00747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B611B" w:rsidRPr="003F0062" w:rsidRDefault="00BB611B" w:rsidP="00CA7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0062">
        <w:rPr>
          <w:rFonts w:ascii="Times New Roman" w:hAnsi="Times New Roman"/>
          <w:b/>
          <w:sz w:val="24"/>
          <w:szCs w:val="24"/>
          <w:lang w:val="sr-Cyrl-CS"/>
        </w:rPr>
        <w:t>СКУПШТИНА ГРАДА ВРАЊА</w:t>
      </w:r>
    </w:p>
    <w:p w:rsidR="00BB611B" w:rsidRPr="00CA7048" w:rsidRDefault="00BB611B" w:rsidP="00CA7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7048">
        <w:rPr>
          <w:rFonts w:ascii="Times New Roman" w:hAnsi="Times New Roman"/>
          <w:b/>
          <w:sz w:val="24"/>
          <w:szCs w:val="24"/>
        </w:rPr>
        <w:t>11.03.2019.</w:t>
      </w:r>
      <w:r w:rsidRPr="00CA7048">
        <w:rPr>
          <w:rFonts w:ascii="Times New Roman" w:hAnsi="Times New Roman"/>
          <w:b/>
          <w:sz w:val="24"/>
          <w:szCs w:val="24"/>
          <w:lang w:val="sr-Cyrl-CS"/>
        </w:rPr>
        <w:t>године, број:</w:t>
      </w:r>
      <w:r w:rsidRPr="00CA7048">
        <w:rPr>
          <w:rFonts w:ascii="Times New Roman" w:hAnsi="Times New Roman"/>
          <w:b/>
          <w:sz w:val="24"/>
          <w:szCs w:val="24"/>
        </w:rPr>
        <w:t xml:space="preserve"> 02-56/2019-10</w:t>
      </w:r>
    </w:p>
    <w:p w:rsidR="00BB611B" w:rsidRPr="00CA7048" w:rsidRDefault="00BB611B" w:rsidP="00CA7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611B" w:rsidRDefault="00BB611B" w:rsidP="00F75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B611B" w:rsidRDefault="00BB611B" w:rsidP="00F75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B611B" w:rsidRDefault="00BB611B" w:rsidP="00F75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B611B" w:rsidRPr="003F0062" w:rsidRDefault="00BB611B" w:rsidP="003F0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</w:t>
      </w:r>
      <w:r w:rsidRPr="003F0062">
        <w:rPr>
          <w:rFonts w:ascii="Times New Roman" w:hAnsi="Times New Roman"/>
          <w:b/>
          <w:bCs/>
          <w:sz w:val="24"/>
          <w:szCs w:val="24"/>
        </w:rPr>
        <w:t>ПРЕДСЕДНИК СКУПШТИНЕ</w:t>
      </w:r>
    </w:p>
    <w:p w:rsidR="00BB611B" w:rsidRDefault="00BB611B" w:rsidP="00CA7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 w:rsidRPr="00935A0F">
        <w:rPr>
          <w:rFonts w:ascii="Times New Roman" w:hAnsi="Times New Roman"/>
          <w:b/>
          <w:bCs/>
          <w:sz w:val="24"/>
          <w:szCs w:val="24"/>
        </w:rPr>
        <w:t>Дејан Тричковић, спец.двм</w:t>
      </w:r>
      <w:r>
        <w:rPr>
          <w:rFonts w:ascii="Times New Roman" w:hAnsi="Times New Roman"/>
          <w:b/>
          <w:bCs/>
          <w:sz w:val="24"/>
          <w:szCs w:val="24"/>
        </w:rPr>
        <w:t>,с.р.</w:t>
      </w:r>
    </w:p>
    <w:p w:rsidR="00BB611B" w:rsidRDefault="00BB611B" w:rsidP="00CA70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611B" w:rsidRPr="00CA7048" w:rsidRDefault="00BB611B" w:rsidP="00CA704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BB611B" w:rsidRPr="00CA7048" w:rsidRDefault="00BB611B" w:rsidP="00CA704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048">
        <w:rPr>
          <w:rFonts w:ascii="Times New Roman" w:hAnsi="Times New Roman"/>
          <w:b/>
          <w:sz w:val="24"/>
          <w:szCs w:val="24"/>
        </w:rPr>
        <w:t xml:space="preserve">ТАЧНОСТ ПРЕПИСА ОВЕРАВА: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CA7048">
        <w:rPr>
          <w:rFonts w:ascii="Times New Roman" w:hAnsi="Times New Roman"/>
          <w:b/>
          <w:sz w:val="24"/>
          <w:szCs w:val="24"/>
        </w:rPr>
        <w:t>СЕКРЕТАР СКУПШТИНЕ</w:t>
      </w:r>
    </w:p>
    <w:p w:rsidR="00BB611B" w:rsidRPr="00CA7048" w:rsidRDefault="00BB611B" w:rsidP="00CA704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04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CA7048">
        <w:rPr>
          <w:rFonts w:ascii="Times New Roman" w:hAnsi="Times New Roman"/>
          <w:b/>
          <w:sz w:val="24"/>
          <w:szCs w:val="24"/>
        </w:rPr>
        <w:t>Марко Тричковић</w:t>
      </w:r>
    </w:p>
    <w:p w:rsidR="00BB611B" w:rsidRPr="00CA7048" w:rsidRDefault="00BB611B" w:rsidP="00CA70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611B" w:rsidRDefault="00BB611B" w:rsidP="00F75C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611B" w:rsidRPr="00403034" w:rsidRDefault="00BB611B" w:rsidP="000E14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03034">
        <w:rPr>
          <w:rFonts w:ascii="Times New Roman" w:hAnsi="Times New Roman"/>
          <w:sz w:val="24"/>
          <w:szCs w:val="24"/>
          <w:lang w:val="sr-Cyrl-CS"/>
        </w:rPr>
        <w:t>На основу члана 45 и и члана 46. став 1. и 5. Закона о култури („Службени гласник РС“, број 72/09, 13/16 и 30/16-испр.), члана 32. став 1. тачка 9. и члана 66. став 3</w:t>
      </w:r>
      <w:r>
        <w:rPr>
          <w:rFonts w:ascii="Times New Roman" w:hAnsi="Times New Roman"/>
          <w:sz w:val="24"/>
          <w:szCs w:val="24"/>
          <w:lang w:val="sr-Cyrl-CS"/>
        </w:rPr>
        <w:t xml:space="preserve">. Закона о локалној самоуправи </w:t>
      </w:r>
      <w:r w:rsidRPr="00403034">
        <w:rPr>
          <w:rFonts w:ascii="Times New Roman" w:hAnsi="Times New Roman"/>
          <w:sz w:val="24"/>
          <w:szCs w:val="24"/>
          <w:lang w:val="sr-Cyrl-CS"/>
        </w:rPr>
        <w:t>(„Слу</w:t>
      </w:r>
      <w:r>
        <w:rPr>
          <w:rFonts w:ascii="Times New Roman" w:hAnsi="Times New Roman"/>
          <w:sz w:val="24"/>
          <w:szCs w:val="24"/>
          <w:lang w:val="sr-Cyrl-CS"/>
        </w:rPr>
        <w:t>жбени гласник РС“, број 129/07,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 83/14-др.закон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</w:rPr>
        <w:t>101/2016-др.закон и 47/2018</w:t>
      </w:r>
      <w:r w:rsidRPr="00403034">
        <w:rPr>
          <w:rFonts w:ascii="Times New Roman" w:hAnsi="Times New Roman"/>
          <w:sz w:val="24"/>
          <w:szCs w:val="24"/>
          <w:lang w:val="sr-Cyrl-CS"/>
        </w:rPr>
        <w:t>), члана 10. Одлуке о оснивању Јавне установе – Народни универзитет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03034">
        <w:rPr>
          <w:rFonts w:ascii="Times New Roman" w:hAnsi="Times New Roman"/>
          <w:sz w:val="24"/>
          <w:szCs w:val="24"/>
          <w:lang w:val="sr-Cyrl-CS"/>
        </w:rPr>
        <w:t>у Врању  („Службени гласник града Врања“, број 23/11-пре</w:t>
      </w:r>
      <w:r>
        <w:rPr>
          <w:rFonts w:ascii="Times New Roman" w:hAnsi="Times New Roman"/>
          <w:sz w:val="24"/>
          <w:szCs w:val="24"/>
          <w:lang w:val="sr-Cyrl-CS"/>
        </w:rPr>
        <w:t>чишћени текст и 35/16), и члана 33. став 1. тачка 15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. Статута града Врања („Службени гласник града Врања“, број </w:t>
      </w:r>
      <w:r>
        <w:rPr>
          <w:rFonts w:ascii="Times New Roman" w:hAnsi="Times New Roman"/>
          <w:sz w:val="24"/>
          <w:szCs w:val="24"/>
          <w:lang w:val="sr-Cyrl-CS"/>
        </w:rPr>
        <w:t xml:space="preserve">37/18) 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Скупштина града Врања, на седници одржаној </w:t>
      </w:r>
      <w:r>
        <w:rPr>
          <w:rFonts w:ascii="Times New Roman" w:hAnsi="Times New Roman"/>
          <w:sz w:val="24"/>
          <w:szCs w:val="24"/>
        </w:rPr>
        <w:t>11.03.2019.</w:t>
      </w:r>
      <w:r w:rsidRPr="00403034">
        <w:rPr>
          <w:rFonts w:ascii="Times New Roman" w:hAnsi="Times New Roman"/>
          <w:sz w:val="24"/>
          <w:szCs w:val="24"/>
          <w:lang w:val="sr-Cyrl-CS"/>
        </w:rPr>
        <w:t xml:space="preserve">године, донела је </w:t>
      </w:r>
    </w:p>
    <w:p w:rsidR="00BB611B" w:rsidRDefault="00BB611B" w:rsidP="000E14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Pr="000F1823" w:rsidRDefault="00BB611B" w:rsidP="00F75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11B" w:rsidRPr="00403034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03034">
        <w:rPr>
          <w:rFonts w:ascii="Times New Roman" w:hAnsi="Times New Roman"/>
          <w:b/>
          <w:sz w:val="24"/>
          <w:szCs w:val="24"/>
          <w:lang w:val="sr-Cyrl-CS"/>
        </w:rPr>
        <w:t xml:space="preserve">Р Е  Ш Е Њ Е </w:t>
      </w:r>
    </w:p>
    <w:p w:rsidR="00BB611B" w:rsidRPr="00403034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03034">
        <w:rPr>
          <w:rFonts w:ascii="Times New Roman" w:hAnsi="Times New Roman"/>
          <w:b/>
          <w:sz w:val="24"/>
          <w:szCs w:val="24"/>
          <w:lang w:val="sr-Cyrl-CS"/>
        </w:rPr>
        <w:t>О ИЗМЕНИ РЕШЕЊА О ИМЕНОВАЊУ ПРЕДСЕДНИКА И ЧЛАНОВА НАДЗОРНОГ ОДБОРА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03034">
        <w:rPr>
          <w:rFonts w:ascii="Times New Roman" w:hAnsi="Times New Roman"/>
          <w:b/>
          <w:sz w:val="24"/>
          <w:szCs w:val="24"/>
          <w:lang w:val="sr-Cyrl-CS"/>
        </w:rPr>
        <w:t xml:space="preserve"> ЈАВНЕ УСТАНОВЕ – НАРОДНИ  УНИВЕРЗИТЕТ У ВРАЊУ</w:t>
      </w:r>
    </w:p>
    <w:p w:rsidR="00BB611B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611B" w:rsidRPr="000F1823" w:rsidRDefault="00BB611B" w:rsidP="00F75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611B" w:rsidRPr="009F525A" w:rsidRDefault="00BB611B" w:rsidP="00F75C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1.</w:t>
      </w: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Pr="000F1823">
        <w:rPr>
          <w:rFonts w:ascii="Times New Roman" w:hAnsi="Times New Roman"/>
          <w:sz w:val="24"/>
          <w:szCs w:val="24"/>
          <w:lang w:val="sr-Cyrl-CS"/>
        </w:rPr>
        <w:t>Решење о именовању председника и чланова Надзорног одбора Јавне установе – Народни универзитет у Врању (Службени гласник Града Врања бр. 24/16</w:t>
      </w:r>
      <w:r>
        <w:rPr>
          <w:rFonts w:ascii="Times New Roman" w:hAnsi="Times New Roman"/>
          <w:sz w:val="24"/>
          <w:szCs w:val="24"/>
          <w:lang w:val="sr-Cyrl-CS"/>
        </w:rPr>
        <w:t>, 8/18 и 15/18) у члану I, у одељку „Председник</w:t>
      </w:r>
      <w:r w:rsidRPr="000F1823">
        <w:rPr>
          <w:rFonts w:ascii="Times New Roman" w:hAnsi="Times New Roman"/>
          <w:sz w:val="24"/>
          <w:szCs w:val="24"/>
          <w:lang w:val="sr-Cyrl-CS"/>
        </w:rPr>
        <w:t>“ , мења се и гласи:</w:t>
      </w: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Pr="009E3B4B" w:rsidRDefault="00BB611B" w:rsidP="00B77C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9E3B4B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редседник</w:t>
      </w:r>
      <w:r w:rsidRPr="009E3B4B">
        <w:rPr>
          <w:rFonts w:ascii="Times New Roman" w:hAnsi="Times New Roman"/>
          <w:color w:val="000000"/>
          <w:sz w:val="24"/>
          <w:szCs w:val="24"/>
        </w:rPr>
        <w:t>:</w:t>
      </w:r>
    </w:p>
    <w:p w:rsidR="00BB611B" w:rsidRPr="000F1823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Драгана Накић, проф.разредне наставе из Врања</w:t>
      </w:r>
      <w:r w:rsidRPr="000F18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ул. Партизански пут 47, </w:t>
      </w:r>
      <w:r w:rsidRPr="000F1823">
        <w:rPr>
          <w:rFonts w:ascii="Times New Roman" w:hAnsi="Times New Roman"/>
          <w:sz w:val="24"/>
          <w:szCs w:val="24"/>
        </w:rPr>
        <w:t>представник Оснивача.</w:t>
      </w:r>
    </w:p>
    <w:p w:rsidR="00BB611B" w:rsidRPr="000F1823" w:rsidRDefault="00BB611B" w:rsidP="00B77C60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611B" w:rsidRPr="009F525A" w:rsidRDefault="00BB611B" w:rsidP="00B77C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2.</w:t>
      </w:r>
    </w:p>
    <w:p w:rsidR="00BB611B" w:rsidRPr="000F1823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Pr="000F1823">
        <w:rPr>
          <w:rFonts w:ascii="Times New Roman" w:hAnsi="Times New Roman"/>
          <w:sz w:val="24"/>
          <w:szCs w:val="24"/>
          <w:lang w:val="sr-Cyrl-CS"/>
        </w:rPr>
        <w:t xml:space="preserve">Мандат новоименованог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председника </w:t>
      </w:r>
      <w:r w:rsidRPr="000F1823">
        <w:rPr>
          <w:rFonts w:ascii="Times New Roman" w:hAnsi="Times New Roman"/>
          <w:sz w:val="24"/>
          <w:szCs w:val="24"/>
          <w:lang w:val="sr-Cyrl-CS"/>
        </w:rPr>
        <w:t>траје до истека мандата Надзорног одбора Јавне установе Народни универзитет у Врању који је именован Решењем Скупштине Града Врања бр. 02-186/2016-13 од 21.07.2016. године (Службени гласник бр. 24/16).</w:t>
      </w:r>
    </w:p>
    <w:p w:rsidR="00BB611B" w:rsidRPr="000F1823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611B" w:rsidRPr="009F525A" w:rsidRDefault="00BB611B" w:rsidP="00B77C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3.</w:t>
      </w:r>
    </w:p>
    <w:p w:rsidR="00BB611B" w:rsidRPr="000F1823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 w:rsidRPr="000F1823">
        <w:rPr>
          <w:rFonts w:ascii="Times New Roman" w:hAnsi="Times New Roman"/>
          <w:sz w:val="24"/>
          <w:szCs w:val="24"/>
          <w:lang w:val="sr-Cyrl-CS"/>
        </w:rPr>
        <w:t>Решење  ступа на снагу даном доношења.</w:t>
      </w: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11B" w:rsidRPr="009F525A" w:rsidRDefault="00BB611B" w:rsidP="00B77C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4.</w:t>
      </w: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 w:rsidRPr="000F1823">
        <w:rPr>
          <w:rFonts w:ascii="Times New Roman" w:hAnsi="Times New Roman"/>
          <w:sz w:val="24"/>
          <w:szCs w:val="24"/>
          <w:lang w:val="sr-Cyrl-CS"/>
        </w:rPr>
        <w:t>Решење  објавити у „Службеном гласнику  града Врања“.</w:t>
      </w:r>
    </w:p>
    <w:p w:rsidR="00BB611B" w:rsidRDefault="00BB611B" w:rsidP="00B77C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611B" w:rsidRPr="009F525A" w:rsidRDefault="00BB611B" w:rsidP="00F75C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611B" w:rsidRPr="009F525A" w:rsidRDefault="00BB611B" w:rsidP="009F5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525A">
        <w:rPr>
          <w:rFonts w:ascii="Times New Roman" w:hAnsi="Times New Roman"/>
          <w:b/>
          <w:sz w:val="24"/>
          <w:szCs w:val="24"/>
          <w:lang w:val="sr-Cyrl-CS"/>
        </w:rPr>
        <w:t>СКУПШТИНА ГРАДА ВРАЊА</w:t>
      </w:r>
    </w:p>
    <w:p w:rsidR="00BB611B" w:rsidRPr="002D4C48" w:rsidRDefault="00BB611B" w:rsidP="009F5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4C48">
        <w:rPr>
          <w:rFonts w:ascii="Times New Roman" w:hAnsi="Times New Roman"/>
          <w:b/>
          <w:sz w:val="24"/>
          <w:szCs w:val="24"/>
        </w:rPr>
        <w:t>11.03.2019</w:t>
      </w:r>
      <w:r w:rsidRPr="002D4C48"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2D4C48">
        <w:rPr>
          <w:rFonts w:ascii="Times New Roman" w:hAnsi="Times New Roman"/>
          <w:b/>
          <w:sz w:val="24"/>
          <w:szCs w:val="24"/>
        </w:rPr>
        <w:t xml:space="preserve"> </w:t>
      </w:r>
      <w:r w:rsidRPr="002D4C48">
        <w:rPr>
          <w:rFonts w:ascii="Times New Roman" w:hAnsi="Times New Roman"/>
          <w:b/>
          <w:sz w:val="24"/>
          <w:szCs w:val="24"/>
          <w:lang w:val="sr-Cyrl-CS"/>
        </w:rPr>
        <w:t>године, број:</w:t>
      </w:r>
      <w:r w:rsidRPr="002D4C48">
        <w:rPr>
          <w:rFonts w:ascii="Times New Roman" w:hAnsi="Times New Roman"/>
          <w:b/>
          <w:sz w:val="24"/>
          <w:szCs w:val="24"/>
        </w:rPr>
        <w:t xml:space="preserve"> 02-68/2019-10</w:t>
      </w:r>
    </w:p>
    <w:p w:rsidR="00BB611B" w:rsidRPr="000F1823" w:rsidRDefault="00BB611B" w:rsidP="002D4C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611B" w:rsidRPr="009F525A" w:rsidRDefault="00BB611B" w:rsidP="009F5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</w:t>
      </w:r>
      <w:r w:rsidRPr="009F525A">
        <w:rPr>
          <w:rFonts w:ascii="Times New Roman" w:hAnsi="Times New Roman"/>
          <w:b/>
          <w:bCs/>
          <w:sz w:val="24"/>
          <w:szCs w:val="24"/>
        </w:rPr>
        <w:t xml:space="preserve">ПРЕДСЕДНИК СКУПШТИНЕ                                                                                              </w:t>
      </w:r>
    </w:p>
    <w:p w:rsidR="00BB611B" w:rsidRDefault="00BB611B" w:rsidP="009F5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</w:t>
      </w:r>
      <w:r w:rsidRPr="00935A0F">
        <w:rPr>
          <w:rFonts w:ascii="Times New Roman" w:hAnsi="Times New Roman"/>
          <w:bCs/>
          <w:sz w:val="24"/>
          <w:szCs w:val="24"/>
        </w:rPr>
        <w:t xml:space="preserve">     </w:t>
      </w:r>
      <w:r w:rsidRPr="00935A0F">
        <w:rPr>
          <w:rFonts w:ascii="Times New Roman" w:hAnsi="Times New Roman"/>
          <w:b/>
          <w:bCs/>
          <w:sz w:val="24"/>
          <w:szCs w:val="24"/>
        </w:rPr>
        <w:t>Дејан Тричковић, спец.двм</w:t>
      </w:r>
      <w:r>
        <w:rPr>
          <w:rFonts w:ascii="Times New Roman" w:hAnsi="Times New Roman"/>
          <w:b/>
          <w:bCs/>
          <w:sz w:val="24"/>
          <w:szCs w:val="24"/>
        </w:rPr>
        <w:t>,с.р.</w:t>
      </w:r>
    </w:p>
    <w:p w:rsidR="00BB611B" w:rsidRDefault="00BB611B" w:rsidP="002D4C48">
      <w:pPr>
        <w:ind w:left="360"/>
        <w:jc w:val="both"/>
        <w:rPr>
          <w:b/>
        </w:rPr>
      </w:pPr>
    </w:p>
    <w:p w:rsidR="00BB611B" w:rsidRPr="002D4C48" w:rsidRDefault="00BB611B" w:rsidP="002D4C4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D4C48">
        <w:rPr>
          <w:rFonts w:ascii="Times New Roman" w:hAnsi="Times New Roman"/>
          <w:b/>
          <w:sz w:val="24"/>
          <w:szCs w:val="24"/>
        </w:rPr>
        <w:t xml:space="preserve">ТАЧНОСТ ПРЕПИСА ОВЕРАВА: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2D4C48">
        <w:rPr>
          <w:rFonts w:ascii="Times New Roman" w:hAnsi="Times New Roman"/>
          <w:b/>
          <w:sz w:val="24"/>
          <w:szCs w:val="24"/>
        </w:rPr>
        <w:t>СЕКРЕТАР СКУПШТИНЕ</w:t>
      </w:r>
    </w:p>
    <w:p w:rsidR="00BB611B" w:rsidRPr="00BB163A" w:rsidRDefault="00BB611B" w:rsidP="00BB163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D4C4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2D4C48">
        <w:rPr>
          <w:rFonts w:ascii="Times New Roman" w:hAnsi="Times New Roman"/>
          <w:b/>
          <w:sz w:val="24"/>
          <w:szCs w:val="24"/>
        </w:rPr>
        <w:t>Марко Тричковић</w:t>
      </w:r>
    </w:p>
    <w:p w:rsidR="00BB611B" w:rsidRDefault="00BB611B" w:rsidP="009F5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B611B" w:rsidSect="00FC4C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7AB7"/>
    <w:multiLevelType w:val="hybridMultilevel"/>
    <w:tmpl w:val="5E98439A"/>
    <w:lvl w:ilvl="0" w:tplc="15EE97F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C76"/>
    <w:rsid w:val="000168EC"/>
    <w:rsid w:val="000230FA"/>
    <w:rsid w:val="000A25D8"/>
    <w:rsid w:val="000B4351"/>
    <w:rsid w:val="000E144F"/>
    <w:rsid w:val="000F1823"/>
    <w:rsid w:val="000F6EF8"/>
    <w:rsid w:val="001B13E8"/>
    <w:rsid w:val="001B5F79"/>
    <w:rsid w:val="002247B1"/>
    <w:rsid w:val="00275155"/>
    <w:rsid w:val="002D4C48"/>
    <w:rsid w:val="002F7754"/>
    <w:rsid w:val="003F0062"/>
    <w:rsid w:val="00403034"/>
    <w:rsid w:val="004D415D"/>
    <w:rsid w:val="00500833"/>
    <w:rsid w:val="0050135A"/>
    <w:rsid w:val="0057469A"/>
    <w:rsid w:val="006A6603"/>
    <w:rsid w:val="007479A4"/>
    <w:rsid w:val="00793A86"/>
    <w:rsid w:val="007A0258"/>
    <w:rsid w:val="007A3DC7"/>
    <w:rsid w:val="0081263F"/>
    <w:rsid w:val="00813DCA"/>
    <w:rsid w:val="008918AA"/>
    <w:rsid w:val="008D1FAC"/>
    <w:rsid w:val="008F5A55"/>
    <w:rsid w:val="00935A0F"/>
    <w:rsid w:val="009E3B4B"/>
    <w:rsid w:val="009F2A8A"/>
    <w:rsid w:val="009F4E5F"/>
    <w:rsid w:val="009F525A"/>
    <w:rsid w:val="00A51D64"/>
    <w:rsid w:val="00A650EF"/>
    <w:rsid w:val="00AA5EE8"/>
    <w:rsid w:val="00B77C60"/>
    <w:rsid w:val="00B812C2"/>
    <w:rsid w:val="00BB163A"/>
    <w:rsid w:val="00BB611B"/>
    <w:rsid w:val="00BC09D0"/>
    <w:rsid w:val="00BD17D2"/>
    <w:rsid w:val="00C236B6"/>
    <w:rsid w:val="00C802EF"/>
    <w:rsid w:val="00CA7048"/>
    <w:rsid w:val="00D62EA9"/>
    <w:rsid w:val="00D959C6"/>
    <w:rsid w:val="00DE2435"/>
    <w:rsid w:val="00E47363"/>
    <w:rsid w:val="00E732F4"/>
    <w:rsid w:val="00EC7B63"/>
    <w:rsid w:val="00ED762B"/>
    <w:rsid w:val="00F75C76"/>
    <w:rsid w:val="00FC4C7C"/>
    <w:rsid w:val="00FE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7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uiPriority w:val="99"/>
    <w:semiHidden/>
    <w:rsid w:val="00F75C76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normal0">
    <w:name w:val="normal"/>
    <w:basedOn w:val="Normal"/>
    <w:uiPriority w:val="99"/>
    <w:rsid w:val="00D959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lan">
    <w:name w:val="clan"/>
    <w:basedOn w:val="Normal"/>
    <w:uiPriority w:val="99"/>
    <w:rsid w:val="00DE24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0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3</Pages>
  <Words>560</Words>
  <Characters>3197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100</cp:revision>
  <cp:lastPrinted>2019-03-12T12:48:00Z</cp:lastPrinted>
  <dcterms:created xsi:type="dcterms:W3CDTF">2019-02-01T10:43:00Z</dcterms:created>
  <dcterms:modified xsi:type="dcterms:W3CDTF">2019-03-19T10:23:00Z</dcterms:modified>
</cp:coreProperties>
</file>